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F7600C" w:rsidP="00F7600C" w:rsidRDefault="00F7600C" w14:paraId="33A7FCF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7600C" w:rsidP="00F7600C" w:rsidRDefault="00F7600C" w14:paraId="4E9FD65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7600C" w:rsidP="00F7600C" w:rsidRDefault="00F7600C" w14:paraId="64EE75D6" w14:textId="513F813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73248">
        <w:rPr>
          <w:rFonts w:ascii="Corbel" w:hAnsi="Corbel"/>
          <w:i/>
          <w:smallCaps/>
          <w:sz w:val="24"/>
          <w:szCs w:val="24"/>
        </w:rPr>
        <w:t>2019-2022</w:t>
      </w:r>
    </w:p>
    <w:p w:rsidR="00F7600C" w:rsidP="00F7600C" w:rsidRDefault="00F7600C" w14:paraId="266F1CD2" w14:textId="7E2B12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146A4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E146A4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D73248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D73248">
        <w:rPr>
          <w:rFonts w:ascii="Corbel" w:hAnsi="Corbel"/>
          <w:sz w:val="20"/>
          <w:szCs w:val="20"/>
        </w:rPr>
        <w:t>2</w:t>
      </w:r>
    </w:p>
    <w:p w:rsidRPr="009C54AE" w:rsidR="00F7600C" w:rsidP="00F7600C" w:rsidRDefault="00F7600C" w14:paraId="0FB15A04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9C54AE" w:rsidR="00F7600C" w:rsidP="00F7600C" w:rsidRDefault="00F7600C" w14:paraId="21D707F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7600C" w:rsidTr="006545AF" w14:paraId="4BC60EC8" w14:textId="77777777">
        <w:tc>
          <w:tcPr>
            <w:tcW w:w="2694" w:type="dxa"/>
            <w:vAlign w:val="center"/>
          </w:tcPr>
          <w:p w:rsidRPr="009C54AE" w:rsidR="00F7600C" w:rsidP="006545AF" w:rsidRDefault="00F7600C" w14:paraId="515A92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C9673C" w:rsidR="00F7600C" w:rsidP="006545AF" w:rsidRDefault="00F7600C" w14:paraId="1AB27884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673C">
              <w:rPr>
                <w:rFonts w:ascii="Corbel" w:hAnsi="Corbel"/>
                <w:b w:val="0"/>
                <w:bCs/>
                <w:sz w:val="24"/>
                <w:szCs w:val="24"/>
              </w:rPr>
              <w:t>Usługi marketingowe</w:t>
            </w:r>
          </w:p>
        </w:tc>
      </w:tr>
      <w:tr w:rsidRPr="009C54AE" w:rsidR="00F7600C" w:rsidTr="006545AF" w14:paraId="6F68202D" w14:textId="77777777">
        <w:tc>
          <w:tcPr>
            <w:tcW w:w="2694" w:type="dxa"/>
            <w:vAlign w:val="center"/>
          </w:tcPr>
          <w:p w:rsidRPr="009C54AE" w:rsidR="00F7600C" w:rsidP="006545AF" w:rsidRDefault="00F7600C" w14:paraId="0831FC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8163C8" w:rsidR="00F7600C" w:rsidP="006545AF" w:rsidRDefault="00F7600C" w14:paraId="00B65F06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E/I/EUB/C-1.14</w:t>
            </w:r>
            <w:r w:rsidRPr="008163C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Pr="009C54AE" w:rsidR="00F7600C" w:rsidTr="006545AF" w14:paraId="74D1505D" w14:textId="77777777">
        <w:tc>
          <w:tcPr>
            <w:tcW w:w="2694" w:type="dxa"/>
            <w:vAlign w:val="center"/>
          </w:tcPr>
          <w:p w:rsidRPr="009C54AE" w:rsidR="00F7600C" w:rsidP="006545AF" w:rsidRDefault="00F7600C" w14:paraId="08A744A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1400914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F7600C" w:rsidTr="006545AF" w14:paraId="03C2E1FB" w14:textId="77777777">
        <w:tc>
          <w:tcPr>
            <w:tcW w:w="2694" w:type="dxa"/>
            <w:vAlign w:val="center"/>
          </w:tcPr>
          <w:p w:rsidRPr="009C54AE" w:rsidR="00F7600C" w:rsidP="006545AF" w:rsidRDefault="00F7600C" w14:paraId="1D04F3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097706" w14:paraId="61F4B4A4" w14:textId="5E6E5C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F7600C" w:rsidTr="006545AF" w14:paraId="14A92781" w14:textId="77777777">
        <w:tc>
          <w:tcPr>
            <w:tcW w:w="2694" w:type="dxa"/>
            <w:vAlign w:val="center"/>
          </w:tcPr>
          <w:p w:rsidRPr="009C54AE" w:rsidR="00F7600C" w:rsidP="006545AF" w:rsidRDefault="00F7600C" w14:paraId="66640A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270562B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F7600C" w:rsidTr="006545AF" w14:paraId="25814DD5" w14:textId="77777777">
        <w:tc>
          <w:tcPr>
            <w:tcW w:w="2694" w:type="dxa"/>
            <w:vAlign w:val="center"/>
          </w:tcPr>
          <w:p w:rsidRPr="009C54AE" w:rsidR="00F7600C" w:rsidP="006545AF" w:rsidRDefault="00F7600C" w14:paraId="385D40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6C842B62" w14:textId="6A8F1A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9770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F7600C" w:rsidTr="006545AF" w14:paraId="64BB76EB" w14:textId="77777777">
        <w:tc>
          <w:tcPr>
            <w:tcW w:w="2694" w:type="dxa"/>
            <w:vAlign w:val="center"/>
          </w:tcPr>
          <w:p w:rsidRPr="009C54AE" w:rsidR="00F7600C" w:rsidP="006545AF" w:rsidRDefault="00F7600C" w14:paraId="6C93A8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77ADE1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F7600C" w:rsidTr="006545AF" w14:paraId="441EE877" w14:textId="77777777">
        <w:tc>
          <w:tcPr>
            <w:tcW w:w="2694" w:type="dxa"/>
            <w:vAlign w:val="center"/>
          </w:tcPr>
          <w:p w:rsidRPr="009C54AE" w:rsidR="00F7600C" w:rsidP="006545AF" w:rsidRDefault="00F7600C" w14:paraId="06CDF7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26952E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F7600C" w:rsidTr="006545AF" w14:paraId="3D864BF8" w14:textId="77777777">
        <w:tc>
          <w:tcPr>
            <w:tcW w:w="2694" w:type="dxa"/>
            <w:vAlign w:val="center"/>
          </w:tcPr>
          <w:p w:rsidRPr="009C54AE" w:rsidR="00F7600C" w:rsidP="006545AF" w:rsidRDefault="00F7600C" w14:paraId="70C8ED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674E2FA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Pr="009C54AE" w:rsidR="00F7600C" w:rsidTr="006545AF" w14:paraId="75A707C0" w14:textId="77777777">
        <w:tc>
          <w:tcPr>
            <w:tcW w:w="2694" w:type="dxa"/>
            <w:vAlign w:val="center"/>
          </w:tcPr>
          <w:p w:rsidRPr="009C54AE" w:rsidR="00F7600C" w:rsidP="006545AF" w:rsidRDefault="00F7600C" w14:paraId="641D35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4F89D4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F7600C" w:rsidTr="006545AF" w14:paraId="6528F672" w14:textId="77777777">
        <w:tc>
          <w:tcPr>
            <w:tcW w:w="2694" w:type="dxa"/>
            <w:vAlign w:val="center"/>
          </w:tcPr>
          <w:p w:rsidRPr="009C54AE" w:rsidR="00F7600C" w:rsidP="006545AF" w:rsidRDefault="00F7600C" w14:paraId="23E14C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154A79A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F7600C" w:rsidTr="006545AF" w14:paraId="36814B81" w14:textId="77777777">
        <w:tc>
          <w:tcPr>
            <w:tcW w:w="2694" w:type="dxa"/>
            <w:vAlign w:val="center"/>
          </w:tcPr>
          <w:p w:rsidRPr="009C54AE" w:rsidR="00F7600C" w:rsidP="006545AF" w:rsidRDefault="00F7600C" w14:paraId="6F834E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1B76C57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Pr="009C54AE" w:rsidR="00F7600C" w:rsidTr="006545AF" w14:paraId="429DF61F" w14:textId="77777777">
        <w:tc>
          <w:tcPr>
            <w:tcW w:w="2694" w:type="dxa"/>
            <w:vAlign w:val="center"/>
          </w:tcPr>
          <w:p w:rsidRPr="009C54AE" w:rsidR="00F7600C" w:rsidP="006545AF" w:rsidRDefault="00F7600C" w14:paraId="193A6A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F7600C" w:rsidP="006F1FB9" w:rsidRDefault="00F7600C" w14:paraId="710E09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F1FB9">
              <w:rPr>
                <w:rFonts w:ascii="Corbel" w:hAnsi="Corbel"/>
                <w:b w:val="0"/>
                <w:sz w:val="24"/>
                <w:szCs w:val="24"/>
              </w:rPr>
              <w:t>Marta Kawa</w:t>
            </w:r>
          </w:p>
        </w:tc>
      </w:tr>
    </w:tbl>
    <w:p w:rsidRPr="009C54AE" w:rsidR="00F7600C" w:rsidP="00F7600C" w:rsidRDefault="00F7600C" w14:paraId="40F7E6F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P="009C54AE" w:rsidRDefault="0085747A" w14:paraId="2B61F1D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Pr="00DD112C" w:rsidR="00E22FB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D112C" w:rsidR="00AB106E" w:rsidP="009C54AE" w:rsidRDefault="00AB106E" w14:paraId="678837DF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DD112C" w:rsidR="00015B8F" w:rsidTr="00C766DF" w14:paraId="76255F4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80516" w:rsidR="00015B8F" w:rsidP="009C54AE" w:rsidRDefault="00015B8F" w14:paraId="6FD45F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Semestr</w:t>
            </w:r>
          </w:p>
          <w:p w:rsidRPr="00C80516" w:rsidR="00015B8F" w:rsidP="009C54AE" w:rsidRDefault="002B5EA0" w14:paraId="415279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(</w:t>
            </w:r>
            <w:r w:rsidRPr="00C80516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141BC27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08008C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180F5E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209A53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80516" w:rsidR="00015B8F" w:rsidP="009C54AE" w:rsidRDefault="00015B8F" w14:paraId="5B7C95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557519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0862F7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57CCB7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63A2C3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Liczba pkt ECTS</w:t>
            </w:r>
          </w:p>
        </w:tc>
      </w:tr>
      <w:tr w:rsidRPr="00DD112C" w:rsidR="00015B8F" w:rsidTr="00076F94" w14:paraId="1B8F8BAE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C9673C" w14:paraId="12C4CB7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22BD34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C9673C" w14:paraId="4F90D79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02AAC8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6CE201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3553CA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6A9724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4358D9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42A62F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C9673C" w14:paraId="7C6DCE4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AD4CE0" w:rsidP="00AD4CE0" w:rsidRDefault="00AD4CE0" w14:paraId="6CEE5ED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AD4CE0" w:rsidP="00AD4CE0" w:rsidRDefault="00AD4CE0" w14:paraId="0FBA172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171BC" w:rsidP="00E171BC" w:rsidRDefault="00E171BC" w14:paraId="58C60DFA" w14:textId="0D4A751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="00E171BC" w:rsidP="00E171BC" w:rsidRDefault="00E171BC" w14:paraId="41132053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AD4CE0" w:rsidP="00AD4CE0" w:rsidRDefault="00AD4CE0" w14:paraId="0A8C834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D112C" w:rsidR="00E22FBC" w:rsidP="00F83B28" w:rsidRDefault="00E22FBC" w14:paraId="4B95E9A7" w14:textId="75DC14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Pr="00DD112C" w:rsidR="00F83B28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:rsidR="0085747A" w:rsidP="00FF292A" w:rsidRDefault="00FF292A" w14:paraId="51318CD9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:rsidRPr="00DD112C" w:rsidR="008163C8" w:rsidP="00FF292A" w:rsidRDefault="008163C8" w14:paraId="74F55139" w14:textId="7777777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:rsidRPr="00DD112C" w:rsidR="0085747A" w:rsidP="009C54AE" w:rsidRDefault="0085747A" w14:paraId="0239E33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DD112C" w:rsidR="0085747A" w:rsidTr="00745302" w14:paraId="014EEDDF" w14:textId="77777777">
        <w:tc>
          <w:tcPr>
            <w:tcW w:w="9670" w:type="dxa"/>
          </w:tcPr>
          <w:p w:rsidRPr="00DD112C" w:rsidR="0085747A" w:rsidP="00C9673C" w:rsidRDefault="00FF292A" w14:paraId="01CF1B1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</w:t>
            </w:r>
            <w:r w:rsidR="00C967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ość zasad funkcjonowania rynku </w:t>
            </w: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marketingu.</w:t>
            </w:r>
          </w:p>
        </w:tc>
      </w:tr>
    </w:tbl>
    <w:p w:rsidR="00AB106E" w:rsidP="009C54AE" w:rsidRDefault="00AB106E" w14:paraId="4C08241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D112C" w:rsidR="0085747A" w:rsidP="009C54AE" w:rsidRDefault="0071620A" w14:paraId="6F5CDB96" w14:textId="013A340B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Pr="00DD112C" w:rsidR="0085747A">
        <w:rPr>
          <w:rFonts w:ascii="Corbel" w:hAnsi="Corbel"/>
          <w:szCs w:val="24"/>
        </w:rPr>
        <w:t xml:space="preserve"> cele, efekty </w:t>
      </w:r>
      <w:r w:rsidR="00097706">
        <w:rPr>
          <w:rFonts w:ascii="Corbel" w:hAnsi="Corbel"/>
          <w:szCs w:val="24"/>
        </w:rPr>
        <w:t>uczenia się</w:t>
      </w:r>
      <w:r w:rsidRPr="00DD112C" w:rsidR="0085747A">
        <w:rPr>
          <w:rFonts w:ascii="Corbel" w:hAnsi="Corbel"/>
          <w:szCs w:val="24"/>
        </w:rPr>
        <w:t xml:space="preserve"> , treści Programowe i stosowane metody Dydaktyczne</w:t>
      </w:r>
    </w:p>
    <w:p w:rsidR="00AB106E" w:rsidP="009C54AE" w:rsidRDefault="00AB106E" w14:paraId="5860EA39" w14:textId="77777777">
      <w:pPr>
        <w:pStyle w:val="Podpunkty"/>
        <w:rPr>
          <w:rFonts w:ascii="Corbel" w:hAnsi="Corbel"/>
          <w:sz w:val="24"/>
          <w:szCs w:val="24"/>
        </w:rPr>
      </w:pPr>
    </w:p>
    <w:p w:rsidR="0085747A" w:rsidP="009C54AE" w:rsidRDefault="0071620A" w14:paraId="190679BB" w14:textId="576896B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3.1 </w:t>
      </w:r>
      <w:r w:rsidRPr="00DD112C" w:rsidR="0085747A">
        <w:rPr>
          <w:rFonts w:ascii="Corbel" w:hAnsi="Corbel"/>
          <w:sz w:val="24"/>
          <w:szCs w:val="24"/>
        </w:rPr>
        <w:t>Cele przedmiotu</w:t>
      </w:r>
    </w:p>
    <w:p w:rsidRPr="009C54AE" w:rsidR="00AB106E" w:rsidP="00AB106E" w:rsidRDefault="00AB106E" w14:paraId="2878B96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AB106E" w:rsidR="00AB106E" w:rsidTr="00C80516" w14:paraId="7A27B974" w14:textId="77777777">
        <w:tc>
          <w:tcPr>
            <w:tcW w:w="851" w:type="dxa"/>
            <w:vAlign w:val="center"/>
          </w:tcPr>
          <w:p w:rsidRPr="00AB106E" w:rsidR="00AB106E" w:rsidP="00C80516" w:rsidRDefault="00AB106E" w14:paraId="3A6E50CE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C9673C" w:rsidR="00AB106E" w:rsidP="00C9673C" w:rsidRDefault="00AB106E" w14:paraId="351ED03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 xml:space="preserve">Przekazanie studentom </w:t>
            </w:r>
            <w:r w:rsidRPr="00C9673C" w:rsidR="00C9673C">
              <w:rPr>
                <w:rFonts w:ascii="Corbel" w:hAnsi="Corbel"/>
                <w:sz w:val="24"/>
                <w:szCs w:val="24"/>
              </w:rPr>
              <w:t xml:space="preserve">wiedzy z zakresu możliwości wykorzystania i rozwoju usług </w:t>
            </w:r>
            <w:r w:rsidRPr="00C9673C" w:rsidR="00C9673C">
              <w:rPr>
                <w:rFonts w:ascii="Corbel" w:hAnsi="Corbel"/>
                <w:sz w:val="24"/>
                <w:szCs w:val="24"/>
              </w:rPr>
              <w:lastRenderedPageBreak/>
              <w:t>marketingowych w gospodarce rynkowej.</w:t>
            </w:r>
          </w:p>
        </w:tc>
      </w:tr>
      <w:tr w:rsidRPr="00AB106E" w:rsidR="00AB106E" w:rsidTr="00C80516" w14:paraId="22CE76F3" w14:textId="77777777">
        <w:tc>
          <w:tcPr>
            <w:tcW w:w="851" w:type="dxa"/>
            <w:vAlign w:val="center"/>
          </w:tcPr>
          <w:p w:rsidRPr="00AB106E" w:rsidR="00AB106E" w:rsidP="00C80516" w:rsidRDefault="00AB106E" w14:paraId="61029CA9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Pr="00C9673C" w:rsidR="00AB106E" w:rsidP="00C9673C" w:rsidRDefault="00AB106E" w14:paraId="3C40F39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Pr="00C9673C" w:rsidR="00C9673C">
              <w:rPr>
                <w:rFonts w:ascii="Corbel" w:hAnsi="Corbel"/>
                <w:sz w:val="24"/>
                <w:szCs w:val="24"/>
              </w:rPr>
              <w:t>usług</w:t>
            </w:r>
            <w:r w:rsidRPr="00C967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AB106E" w:rsidR="00AB106E" w:rsidTr="00C80516" w14:paraId="6B54EE91" w14:textId="77777777">
        <w:tc>
          <w:tcPr>
            <w:tcW w:w="851" w:type="dxa"/>
            <w:vAlign w:val="center"/>
          </w:tcPr>
          <w:p w:rsidRPr="00AB106E" w:rsidR="00AB106E" w:rsidP="00C80516" w:rsidRDefault="00AB106E" w14:paraId="65B6027F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C9673C" w:rsidR="00AB106E" w:rsidP="00C9673C" w:rsidRDefault="00AB106E" w14:paraId="128AA12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>Nabycie przez studentów umiejętności analizy</w:t>
            </w:r>
            <w:r w:rsidRPr="00C9673C" w:rsidR="00C9673C">
              <w:rPr>
                <w:rFonts w:ascii="Corbel" w:hAnsi="Corbel"/>
                <w:sz w:val="24"/>
                <w:szCs w:val="24"/>
              </w:rPr>
              <w:t xml:space="preserve"> poszczególnych form usług marketingowych </w:t>
            </w:r>
            <w:r w:rsidRPr="00C967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C2314D" w:rsidP="009C54AE" w:rsidRDefault="00C2314D" w14:paraId="3451209F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P="009C54AE" w:rsidRDefault="009F4610" w14:paraId="275D35A0" w14:textId="6C72151D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Pr="00DD112C" w:rsidR="001D7B54">
        <w:rPr>
          <w:rFonts w:ascii="Corbel" w:hAnsi="Corbel"/>
          <w:b/>
          <w:sz w:val="24"/>
          <w:szCs w:val="24"/>
        </w:rPr>
        <w:t xml:space="preserve">Efekty </w:t>
      </w:r>
      <w:r w:rsidR="001A5CAA">
        <w:rPr>
          <w:rFonts w:ascii="Corbel" w:hAnsi="Corbel"/>
          <w:b/>
          <w:sz w:val="24"/>
          <w:szCs w:val="24"/>
        </w:rPr>
        <w:t>uczenia się</w:t>
      </w:r>
      <w:r w:rsidRPr="00DD112C" w:rsidR="001D7B54">
        <w:rPr>
          <w:rFonts w:ascii="Corbel" w:hAnsi="Corbel"/>
          <w:b/>
          <w:sz w:val="24"/>
          <w:szCs w:val="24"/>
        </w:rPr>
        <w:t xml:space="preserve"> dla przedmiotu</w:t>
      </w:r>
    </w:p>
    <w:p w:rsidRPr="00DD112C" w:rsidR="00C2314D" w:rsidP="009C54AE" w:rsidRDefault="00C2314D" w14:paraId="3DDF0800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Pr="00DD112C" w:rsidR="0085747A" w:rsidTr="004D00DD" w14:paraId="2C924284" w14:textId="77777777">
        <w:tc>
          <w:tcPr>
            <w:tcW w:w="1418" w:type="dxa"/>
            <w:vAlign w:val="center"/>
          </w:tcPr>
          <w:p w:rsidRPr="00DD112C" w:rsidR="0085747A" w:rsidP="009C54AE" w:rsidRDefault="0085747A" w14:paraId="3042CFC7" w14:textId="18B9AE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Pr="00DD112C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9770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Pr="00DD112C" w:rsidR="0085747A" w:rsidP="009C54AE" w:rsidRDefault="0085747A" w14:paraId="0E29CEBA" w14:textId="2C0A29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9770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:rsidRPr="00DD112C" w:rsidR="0085747A" w:rsidP="009C54AE" w:rsidRDefault="006F1FB9" w14:paraId="74EC69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D112C" w:rsidR="00B64A17" w:rsidTr="004D00DD" w14:paraId="53B7C825" w14:textId="77777777">
        <w:tc>
          <w:tcPr>
            <w:tcW w:w="1418" w:type="dxa"/>
          </w:tcPr>
          <w:p w:rsidRPr="00DD112C" w:rsidR="00B64A17" w:rsidP="009C54AE" w:rsidRDefault="00B64A17" w14:paraId="020E8B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:rsidRPr="00B64A17" w:rsidR="00B64A17" w:rsidP="00B64A17" w:rsidRDefault="00B64A17" w14:paraId="02F7A964" w14:textId="77777777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>Wymienia i opisuje podstawowe pojęcia marketingu usług</w:t>
            </w:r>
          </w:p>
        </w:tc>
        <w:tc>
          <w:tcPr>
            <w:tcW w:w="1873" w:type="dxa"/>
          </w:tcPr>
          <w:p w:rsidRPr="00B64A17" w:rsidR="00B64A17" w:rsidP="00B64A17" w:rsidRDefault="00B64A17" w14:paraId="722A16C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Pr="00DD112C" w:rsidR="00B64A17" w:rsidTr="004D00DD" w14:paraId="6D767B76" w14:textId="77777777">
        <w:tc>
          <w:tcPr>
            <w:tcW w:w="1418" w:type="dxa"/>
          </w:tcPr>
          <w:p w:rsidRPr="00DD112C" w:rsidR="00B64A17" w:rsidP="009C54AE" w:rsidRDefault="00B64A17" w14:paraId="4C8604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:rsidRPr="00B64A17" w:rsidR="00B64A17" w:rsidP="006F1FB9" w:rsidRDefault="00B64A17" w14:paraId="4C59A49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Rozpoznaje wzajemne powiązania i zależności różnych organizacji związanych z usługami marketingowymi.</w:t>
            </w:r>
          </w:p>
        </w:tc>
        <w:tc>
          <w:tcPr>
            <w:tcW w:w="1873" w:type="dxa"/>
          </w:tcPr>
          <w:p w:rsidRPr="00B64A17" w:rsidR="00B64A17" w:rsidP="00B64A17" w:rsidRDefault="00B64A17" w14:paraId="260CABB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K_W0</w:t>
            </w:r>
            <w:r w:rsidR="006F1FB9">
              <w:rPr>
                <w:rFonts w:ascii="Corbel" w:hAnsi="Corbel"/>
                <w:sz w:val="24"/>
                <w:szCs w:val="24"/>
              </w:rPr>
              <w:t>2</w:t>
            </w:r>
          </w:p>
          <w:p w:rsidRPr="00B64A17" w:rsidR="00B64A17" w:rsidP="00B64A17" w:rsidRDefault="00B64A17" w14:paraId="4F25854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DD112C" w:rsidR="00B64A17" w:rsidTr="004D00DD" w14:paraId="0B1488BA" w14:textId="77777777">
        <w:tc>
          <w:tcPr>
            <w:tcW w:w="1418" w:type="dxa"/>
          </w:tcPr>
          <w:p w:rsidRPr="00DD112C" w:rsidR="00B64A17" w:rsidP="009C54AE" w:rsidRDefault="00B64A17" w14:paraId="756B3E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:rsidRPr="00B64A17" w:rsidR="00B64A17" w:rsidP="00B64A17" w:rsidRDefault="00B64A17" w14:paraId="2E39416F" w14:textId="77777777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>Przedstawia propozycje usług marketingowych dla rozpoznanych warunków otoczenia i specyfiki jednostki biznesowej.</w:t>
            </w:r>
          </w:p>
        </w:tc>
        <w:tc>
          <w:tcPr>
            <w:tcW w:w="1873" w:type="dxa"/>
          </w:tcPr>
          <w:p w:rsidRPr="00B64A17" w:rsidR="00B64A17" w:rsidP="00B64A17" w:rsidRDefault="00B64A17" w14:paraId="659013C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K_U0</w:t>
            </w:r>
            <w:r w:rsidR="00AB157D">
              <w:rPr>
                <w:rFonts w:ascii="Corbel" w:hAnsi="Corbel"/>
                <w:sz w:val="24"/>
                <w:szCs w:val="24"/>
              </w:rPr>
              <w:t>1</w:t>
            </w:r>
          </w:p>
          <w:p w:rsidRPr="00B64A17" w:rsidR="00B64A17" w:rsidP="00F72EAF" w:rsidRDefault="00B64A17" w14:paraId="63533B3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K_U0</w:t>
            </w:r>
            <w:r w:rsidR="00F72EA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DD112C" w:rsidR="00B64A17" w:rsidTr="004D00DD" w14:paraId="1853923B" w14:textId="77777777">
        <w:tc>
          <w:tcPr>
            <w:tcW w:w="1418" w:type="dxa"/>
          </w:tcPr>
          <w:p w:rsidRPr="00DD112C" w:rsidR="00B64A17" w:rsidP="009C54AE" w:rsidRDefault="00B64A17" w14:paraId="2DCDFA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:rsidRPr="00B64A17" w:rsidR="00B64A17" w:rsidP="00F72EAF" w:rsidRDefault="00B64A17" w14:paraId="521C2D6B" w14:textId="77777777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 xml:space="preserve">Posiada świadomość znaczenia działalności usług marketingowych dla realizacji </w:t>
            </w:r>
            <w:r w:rsidR="00F72EAF">
              <w:rPr>
                <w:rFonts w:ascii="Corbel" w:hAnsi="Corbel"/>
              </w:rPr>
              <w:t>projektów gospodarczych</w:t>
            </w:r>
            <w:r w:rsidRPr="00B64A17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Pr="00B64A17" w:rsidR="00B64A17" w:rsidP="00B64A17" w:rsidRDefault="00B64A17" w14:paraId="1E0747A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K_K0</w:t>
            </w:r>
            <w:r w:rsidR="00F72EA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2314D" w:rsidP="009C54AE" w:rsidRDefault="00C2314D" w14:paraId="591D916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DD112C" w:rsidR="0085747A" w:rsidP="009C54AE" w:rsidRDefault="00675843" w14:paraId="5E5F6665" w14:textId="67F661E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Pr="00DD112C" w:rsidR="001D7B54">
        <w:rPr>
          <w:rFonts w:ascii="Corbel" w:hAnsi="Corbel"/>
          <w:b/>
          <w:sz w:val="24"/>
          <w:szCs w:val="24"/>
        </w:rPr>
        <w:t xml:space="preserve"> </w:t>
      </w:r>
      <w:r w:rsidRPr="00DD112C" w:rsidR="0085747A">
        <w:rPr>
          <w:rFonts w:ascii="Corbel" w:hAnsi="Corbel"/>
          <w:b/>
          <w:sz w:val="24"/>
          <w:szCs w:val="24"/>
        </w:rPr>
        <w:t>T</w:t>
      </w:r>
      <w:r w:rsidRPr="00DD112C" w:rsidR="001D7B54">
        <w:rPr>
          <w:rFonts w:ascii="Corbel" w:hAnsi="Corbel"/>
          <w:b/>
          <w:sz w:val="24"/>
          <w:szCs w:val="24"/>
        </w:rPr>
        <w:t>reści programowe</w:t>
      </w:r>
    </w:p>
    <w:p w:rsidRPr="00DD112C" w:rsidR="0085747A" w:rsidP="009C54AE" w:rsidRDefault="0085747A" w14:paraId="0CE80BF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DD112C" w:rsidR="0085747A" w:rsidTr="00923D7D" w14:paraId="7A7D1593" w14:textId="77777777">
        <w:tc>
          <w:tcPr>
            <w:tcW w:w="9639" w:type="dxa"/>
          </w:tcPr>
          <w:p w:rsidRPr="00DD112C" w:rsidR="0085747A" w:rsidP="009C54AE" w:rsidRDefault="0085747A" w14:paraId="3D1F729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D112C" w:rsidR="009E16F7" w:rsidTr="004E39A4" w14:paraId="58F19BD0" w14:textId="77777777">
        <w:tc>
          <w:tcPr>
            <w:tcW w:w="9639" w:type="dxa"/>
          </w:tcPr>
          <w:p w:rsidRPr="009E16F7" w:rsidR="009E16F7" w:rsidP="009E16F7" w:rsidRDefault="009E16F7" w14:paraId="2BB1A41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Specyfika usług marketingowych</w:t>
            </w:r>
          </w:p>
        </w:tc>
      </w:tr>
      <w:tr w:rsidRPr="00DD112C" w:rsidR="009E16F7" w:rsidTr="004E39A4" w14:paraId="60833C5A" w14:textId="77777777">
        <w:tc>
          <w:tcPr>
            <w:tcW w:w="9639" w:type="dxa"/>
          </w:tcPr>
          <w:p w:rsidRPr="009E16F7" w:rsidR="009E16F7" w:rsidP="009E16F7" w:rsidRDefault="009E16F7" w14:paraId="47F36C0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kształtowania tożsamości, wizerunku organizacji</w:t>
            </w:r>
          </w:p>
        </w:tc>
      </w:tr>
      <w:tr w:rsidRPr="00DD112C" w:rsidR="009E16F7" w:rsidTr="004E39A4" w14:paraId="4BAA097C" w14:textId="77777777">
        <w:tc>
          <w:tcPr>
            <w:tcW w:w="9639" w:type="dxa"/>
          </w:tcPr>
          <w:p w:rsidRPr="009E16F7" w:rsidR="009E16F7" w:rsidP="009E16F7" w:rsidRDefault="009E16F7" w14:paraId="25AF284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badań marketingowych</w:t>
            </w:r>
          </w:p>
        </w:tc>
      </w:tr>
      <w:tr w:rsidRPr="00DD112C" w:rsidR="009E16F7" w:rsidTr="004E39A4" w14:paraId="46730FE4" w14:textId="77777777">
        <w:tc>
          <w:tcPr>
            <w:tcW w:w="9639" w:type="dxa"/>
          </w:tcPr>
          <w:p w:rsidRPr="009E16F7" w:rsidR="009E16F7" w:rsidP="009E16F7" w:rsidRDefault="009E16F7" w14:paraId="553AA90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opracowania kampanii promocyjnej</w:t>
            </w:r>
          </w:p>
        </w:tc>
      </w:tr>
      <w:tr w:rsidRPr="00DD112C" w:rsidR="009E16F7" w:rsidTr="004E39A4" w14:paraId="66BBA9A1" w14:textId="77777777">
        <w:tc>
          <w:tcPr>
            <w:tcW w:w="9639" w:type="dxa"/>
          </w:tcPr>
          <w:p w:rsidRPr="009E16F7" w:rsidR="009E16F7" w:rsidP="009E16F7" w:rsidRDefault="009E16F7" w14:paraId="473566F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komunikacji marketingowej</w:t>
            </w:r>
          </w:p>
        </w:tc>
      </w:tr>
      <w:tr w:rsidRPr="00DD112C" w:rsidR="009E16F7" w:rsidTr="004E39A4" w14:paraId="462D4CB9" w14:textId="77777777">
        <w:tc>
          <w:tcPr>
            <w:tcW w:w="9639" w:type="dxa"/>
          </w:tcPr>
          <w:p w:rsidRPr="009E16F7" w:rsidR="009E16F7" w:rsidP="009E16F7" w:rsidRDefault="009E16F7" w14:paraId="4867838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związane z wykorzystaniem baz danych o klientach</w:t>
            </w:r>
          </w:p>
        </w:tc>
      </w:tr>
      <w:tr w:rsidRPr="00DD112C" w:rsidR="009E16F7" w:rsidTr="004E39A4" w14:paraId="3DE30A2D" w14:textId="77777777">
        <w:tc>
          <w:tcPr>
            <w:tcW w:w="9639" w:type="dxa"/>
          </w:tcPr>
          <w:p w:rsidRPr="009E16F7" w:rsidR="009E16F7" w:rsidP="009E16F7" w:rsidRDefault="009E16F7" w14:paraId="52E5330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doradcze w zakresie marketingu personalnego</w:t>
            </w:r>
          </w:p>
        </w:tc>
      </w:tr>
      <w:tr w:rsidRPr="00DD112C" w:rsidR="009E16F7" w:rsidTr="004E39A4" w14:paraId="07192196" w14:textId="77777777">
        <w:tc>
          <w:tcPr>
            <w:tcW w:w="9639" w:type="dxa"/>
          </w:tcPr>
          <w:p w:rsidRPr="009E16F7" w:rsidR="009E16F7" w:rsidP="009E16F7" w:rsidRDefault="009E16F7" w14:paraId="4A0A458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Rynek usług e-marketingowych</w:t>
            </w:r>
          </w:p>
        </w:tc>
      </w:tr>
    </w:tbl>
    <w:p w:rsidRPr="00FF60FB" w:rsidR="0085747A" w:rsidP="009E16F7" w:rsidRDefault="009F4610" w14:paraId="6A2A22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3.4 Metody dydaktyczne </w:t>
      </w:r>
    </w:p>
    <w:p w:rsidRPr="00FF60FB" w:rsidR="0085747A" w:rsidP="3D410A04" w:rsidRDefault="00C61DC5" w14:paraId="43245173" w14:textId="677534E2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3D410A04" w:rsidR="003669AD">
        <w:rPr>
          <w:rFonts w:ascii="Corbel" w:hAnsi="Corbel"/>
          <w:b w:val="0"/>
          <w:bCs w:val="0"/>
          <w:caps w:val="0"/>
          <w:smallCaps w:val="0"/>
        </w:rPr>
        <w:t>Ćwiczenia prowadzone z wykorzystaniem dyskusji kierowanej, praca w grupach, analiza przypadków</w:t>
      </w:r>
      <w:r w:rsidRPr="3D410A04" w:rsidR="69FEFA07">
        <w:rPr>
          <w:rFonts w:ascii="Corbel" w:hAnsi="Corbel"/>
          <w:b w:val="0"/>
          <w:bCs w:val="0"/>
          <w:caps w:val="0"/>
          <w:smallCaps w:val="0"/>
        </w:rPr>
        <w:t>.</w:t>
      </w:r>
      <w:r w:rsidRPr="3D410A04" w:rsidR="003669AD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FF60FB" w:rsidR="0085747A" w:rsidP="3D410A04" w:rsidRDefault="00C61DC5" w14:paraId="5C808A77" w14:textId="46591AEE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3D410A04" w:rsidR="00C61DC5">
        <w:rPr>
          <w:rFonts w:ascii="Corbel" w:hAnsi="Corbel"/>
          <w:caps w:val="0"/>
          <w:smallCaps w:val="0"/>
        </w:rPr>
        <w:t xml:space="preserve">4. </w:t>
      </w:r>
      <w:r w:rsidRPr="3D410A04" w:rsidR="0085747A">
        <w:rPr>
          <w:rFonts w:ascii="Corbel" w:hAnsi="Corbel"/>
          <w:caps w:val="0"/>
          <w:smallCaps w:val="0"/>
        </w:rPr>
        <w:t>METODY I KRYTERIA OCENY</w:t>
      </w:r>
      <w:r w:rsidRPr="3D410A04" w:rsidR="009F4610">
        <w:rPr>
          <w:rFonts w:ascii="Corbel" w:hAnsi="Corbel"/>
          <w:caps w:val="0"/>
          <w:smallCaps w:val="0"/>
        </w:rPr>
        <w:t xml:space="preserve"> </w:t>
      </w:r>
    </w:p>
    <w:p w:rsidRPr="00FF60FB" w:rsidR="0085747A" w:rsidP="009C54AE" w:rsidRDefault="0085747A" w14:paraId="4A4CCE12" w14:textId="6971A0B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097706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Pr="00DD112C" w:rsidR="0085747A" w:rsidTr="004D00DD" w14:paraId="03E3A6CC" w14:textId="77777777">
        <w:tc>
          <w:tcPr>
            <w:tcW w:w="1843" w:type="dxa"/>
            <w:vAlign w:val="center"/>
          </w:tcPr>
          <w:p w:rsidRPr="00DD112C" w:rsidR="0085747A" w:rsidP="009C54AE" w:rsidRDefault="0071620A" w14:paraId="7F8A76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Pr="00DD112C" w:rsidR="0085747A" w:rsidP="009C54AE" w:rsidRDefault="0085747A" w14:paraId="7DEC7260" w14:textId="160B25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977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DD112C" w:rsidR="0085747A" w:rsidP="009C54AE" w:rsidRDefault="009F4610" w14:paraId="72ECD8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D112C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DD112C" w:rsidR="00923D7D" w:rsidP="009C54AE" w:rsidRDefault="0085747A" w14:paraId="034A75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D112C" w:rsidR="0085747A" w:rsidP="009C54AE" w:rsidRDefault="0085747A" w14:paraId="5A8D90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DD112C" w:rsidR="00C2314D" w:rsidTr="004D00DD" w14:paraId="24521736" w14:textId="77777777">
        <w:tc>
          <w:tcPr>
            <w:tcW w:w="1843" w:type="dxa"/>
          </w:tcPr>
          <w:p w:rsidRPr="00DD112C" w:rsidR="00C2314D" w:rsidP="009C54AE" w:rsidRDefault="00C2314D" w14:paraId="4F8285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670" w:type="dxa"/>
          </w:tcPr>
          <w:p w:rsidRPr="00260E45" w:rsidR="00C2314D" w:rsidP="00AC6AA7" w:rsidRDefault="00C2314D" w14:paraId="5D456B9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Pr="00260E45" w:rsidR="00C2314D" w:rsidP="00C2314D" w:rsidRDefault="00C2314D" w14:paraId="4B3DFE50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DD112C" w:rsidR="00C2314D" w:rsidTr="004D00DD" w14:paraId="11A1C81E" w14:textId="77777777">
        <w:tc>
          <w:tcPr>
            <w:tcW w:w="1843" w:type="dxa"/>
          </w:tcPr>
          <w:p w:rsidRPr="00DD112C" w:rsidR="00C2314D" w:rsidP="009C54AE" w:rsidRDefault="00C2314D" w14:paraId="7C5125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:rsidRPr="00260E45" w:rsidR="00C2314D" w:rsidP="00AC6AA7" w:rsidRDefault="009E16F7" w14:paraId="5015598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:rsidRPr="00260E45" w:rsidR="00C2314D" w:rsidP="00C2314D" w:rsidRDefault="00C2314D" w14:paraId="5E1974C6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DD112C" w:rsidR="00C2314D" w:rsidTr="004D00DD" w14:paraId="2032E3FA" w14:textId="77777777">
        <w:tc>
          <w:tcPr>
            <w:tcW w:w="1843" w:type="dxa"/>
          </w:tcPr>
          <w:p w:rsidRPr="00DD112C" w:rsidR="00C2314D" w:rsidP="009C54AE" w:rsidRDefault="00C2314D" w14:paraId="0686E7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:rsidRPr="00260E45" w:rsidR="00C2314D" w:rsidP="00AC6AA7" w:rsidRDefault="00C2314D" w14:paraId="0079CF4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:rsidRPr="00260E45" w:rsidR="00C2314D" w:rsidP="00C2314D" w:rsidRDefault="00C2314D" w14:paraId="5C115691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DD112C" w:rsidR="00C2314D" w:rsidTr="004D00DD" w14:paraId="50053C76" w14:textId="77777777">
        <w:tc>
          <w:tcPr>
            <w:tcW w:w="1843" w:type="dxa"/>
          </w:tcPr>
          <w:p w:rsidRPr="00DD112C" w:rsidR="00C2314D" w:rsidP="009C54AE" w:rsidRDefault="00C2314D" w14:paraId="5B60B0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670" w:type="dxa"/>
          </w:tcPr>
          <w:p w:rsidRPr="00260E45" w:rsidR="00C2314D" w:rsidP="00AC6AA7" w:rsidRDefault="00260E45" w14:paraId="2771774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  <w:r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260E45" w:rsidR="00C2314D" w:rsidP="00C2314D" w:rsidRDefault="00C2314D" w14:paraId="46F8C0B2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260E45" w:rsidP="009C54AE" w:rsidRDefault="00260E45" w14:paraId="73ED65D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FF60FB" w:rsidR="0085747A" w:rsidP="009C54AE" w:rsidRDefault="003E1941" w14:paraId="7569B7C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</w:t>
      </w:r>
      <w:r w:rsidRPr="00FF60FB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FF60FB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DD112C" w:rsidR="0085747A" w:rsidTr="00923D7D" w14:paraId="6103A1BB" w14:textId="77777777">
        <w:tc>
          <w:tcPr>
            <w:tcW w:w="9670" w:type="dxa"/>
          </w:tcPr>
          <w:p w:rsidRPr="00260E45" w:rsidR="00260E45" w:rsidP="00260E45" w:rsidRDefault="00260E45" w14:paraId="73BD6905" w14:textId="77777777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:rsidRPr="00260E45" w:rsidR="00260E45" w:rsidP="00260E45" w:rsidRDefault="00260E45" w14:paraId="4472E984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260E45">
              <w:rPr>
                <w:rFonts w:ascii="Corbel" w:hAnsi="Corbel" w:eastAsia="Cambria"/>
                <w:sz w:val="24"/>
                <w:szCs w:val="24"/>
              </w:rPr>
              <w:t>pozytywna ocena z kolokwium,</w:t>
            </w:r>
          </w:p>
          <w:p w:rsidRPr="00DB0CD2" w:rsidR="00260E45" w:rsidP="00260E45" w:rsidRDefault="00260E45" w14:paraId="07753ACF" w14:textId="77777777">
            <w:pPr>
              <w:pStyle w:val="Nagwek1"/>
              <w:numPr>
                <w:ilvl w:val="0"/>
                <w:numId w:val="2"/>
              </w:numPr>
              <w:jc w:val="left"/>
              <w:rPr>
                <w:rFonts w:ascii="Corbel" w:hAnsi="Corbel" w:eastAsia="Cambria"/>
                <w:b w:val="0"/>
                <w:szCs w:val="24"/>
              </w:rPr>
            </w:pPr>
            <w:r w:rsidRPr="00DB0CD2">
              <w:rPr>
                <w:rFonts w:ascii="Corbel" w:hAnsi="Corbel" w:eastAsia="Cambria"/>
                <w:b w:val="0"/>
                <w:szCs w:val="24"/>
              </w:rPr>
              <w:t>poprawne zrealizowanie</w:t>
            </w:r>
            <w:r>
              <w:rPr>
                <w:rFonts w:ascii="Corbel" w:hAnsi="Corbel" w:eastAsia="Cambria"/>
                <w:b w:val="0"/>
                <w:szCs w:val="24"/>
              </w:rPr>
              <w:t xml:space="preserve"> 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>projekt</w:t>
            </w:r>
            <w:r>
              <w:rPr>
                <w:rFonts w:ascii="Corbel" w:hAnsi="Corbel" w:eastAsia="Cambria"/>
                <w:b w:val="0"/>
                <w:szCs w:val="24"/>
              </w:rPr>
              <w:t>u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 w:rsidR="00F72EAF"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 xml:space="preserve"> </w:t>
            </w:r>
          </w:p>
          <w:p w:rsidRPr="00DB0CD2" w:rsidR="00260E45" w:rsidP="00260E45" w:rsidRDefault="00260E45" w14:paraId="375DC01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Pr="00DB0CD2" w:rsidR="00260E45" w:rsidP="00260E45" w:rsidRDefault="00260E45" w14:paraId="229FD2C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:rsidRPr="00DB0CD2" w:rsidR="00260E45" w:rsidP="00260E45" w:rsidRDefault="00260E45" w14:paraId="6865151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:rsidRPr="00DB0CD2" w:rsidR="00260E45" w:rsidP="00260E45" w:rsidRDefault="00260E45" w14:paraId="08E82C6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:rsidRPr="00DB0CD2" w:rsidR="00260E45" w:rsidP="00260E45" w:rsidRDefault="00260E45" w14:paraId="4DFBC1E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:rsidRPr="00DB0CD2" w:rsidR="00260E45" w:rsidP="00260E45" w:rsidRDefault="00260E45" w14:paraId="4E4AC95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:rsidRPr="00DB0CD2" w:rsidR="00260E45" w:rsidP="00260E45" w:rsidRDefault="00260E45" w14:paraId="261B8D5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:rsidRPr="00DD112C" w:rsidR="0085747A" w:rsidP="00F72EAF" w:rsidRDefault="00260E45" w14:paraId="0A0AF271" w14:textId="7777777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:rsidR="00260E45" w:rsidP="009C54AE" w:rsidRDefault="00260E45" w14:paraId="6360641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FF60FB" w:rsidR="009F4610" w:rsidP="009C54AE" w:rsidRDefault="0085747A" w14:paraId="03ED9CE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Pr="00FF60FB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Pr="00DD112C" w:rsidR="0085747A" w:rsidTr="00260E45" w14:paraId="1CA62883" w14:textId="77777777">
        <w:tc>
          <w:tcPr>
            <w:tcW w:w="5103" w:type="dxa"/>
            <w:vAlign w:val="center"/>
          </w:tcPr>
          <w:p w:rsidRPr="00260E45" w:rsidR="0085747A" w:rsidP="009C54AE" w:rsidRDefault="00C61DC5" w14:paraId="4DAA1B9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60E45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:rsidRPr="00260E45" w:rsidR="0085747A" w:rsidP="009C54AE" w:rsidRDefault="00C61DC5" w14:paraId="11F26F5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60E45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60E45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D112C" w:rsidR="0085747A" w:rsidTr="00260E45" w14:paraId="1279161E" w14:textId="77777777">
        <w:tc>
          <w:tcPr>
            <w:tcW w:w="5103" w:type="dxa"/>
          </w:tcPr>
          <w:p w:rsidRPr="00DD112C" w:rsidR="0085747A" w:rsidP="009C54AE" w:rsidRDefault="00C61DC5" w14:paraId="2D6CDD24" w14:textId="2AE73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Pr="00DD112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112C">
              <w:rPr>
                <w:rFonts w:ascii="Corbel" w:hAnsi="Corbel"/>
                <w:sz w:val="24"/>
                <w:szCs w:val="24"/>
              </w:rPr>
              <w:t>kontaktowe</w:t>
            </w:r>
            <w:r w:rsidRPr="00DD112C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112C">
              <w:rPr>
                <w:rFonts w:ascii="Corbel" w:hAnsi="Corbel"/>
                <w:sz w:val="24"/>
                <w:szCs w:val="24"/>
              </w:rPr>
              <w:t>ynikające</w:t>
            </w:r>
            <w:r w:rsidRPr="00DD112C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9770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:rsidRPr="00DD112C" w:rsidR="0085747A" w:rsidP="00DD112C" w:rsidRDefault="00C73A3B" w14:paraId="446C86B8" w14:textId="77777777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D112C" w:rsidR="00C61DC5" w:rsidTr="00260E45" w14:paraId="6FFC2F0F" w14:textId="77777777">
        <w:tc>
          <w:tcPr>
            <w:tcW w:w="5103" w:type="dxa"/>
          </w:tcPr>
          <w:p w:rsidRPr="00DD112C" w:rsidR="00C61DC5" w:rsidP="009C54AE" w:rsidRDefault="00C61DC5" w14:paraId="4A5225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DD112C" w:rsidR="00C61DC5" w:rsidP="009C54AE" w:rsidRDefault="00C61DC5" w14:paraId="4C6777F2" w14:textId="5D0F18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:rsidRPr="00DD112C" w:rsidR="00C61DC5" w:rsidP="00DD112C" w:rsidRDefault="006230FB" w14:paraId="38715CA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DD112C" w:rsidR="00C61DC5" w:rsidTr="00260E45" w14:paraId="38E20A53" w14:textId="77777777">
        <w:tc>
          <w:tcPr>
            <w:tcW w:w="5103" w:type="dxa"/>
          </w:tcPr>
          <w:p w:rsidRPr="00DD112C" w:rsidR="00C61DC5" w:rsidP="009C54AE" w:rsidRDefault="00260E45" w14:paraId="38A63B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:rsidRPr="00DD112C" w:rsidR="00C61DC5" w:rsidP="00DD112C" w:rsidRDefault="00C73A3B" w14:paraId="5C4E09F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Pr="00DD112C" w:rsidR="0085747A" w:rsidTr="00260E45" w14:paraId="04EFFB9D" w14:textId="77777777">
        <w:tc>
          <w:tcPr>
            <w:tcW w:w="5103" w:type="dxa"/>
          </w:tcPr>
          <w:p w:rsidRPr="00DD112C" w:rsidR="0085747A" w:rsidP="009C54AE" w:rsidRDefault="0085747A" w14:paraId="52B2DC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Pr="00DD112C" w:rsidR="0085747A" w:rsidP="00DD112C" w:rsidRDefault="00C73A3B" w14:paraId="32C9DB5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DD112C" w:rsidR="0085747A" w:rsidTr="00260E45" w14:paraId="0575A63E" w14:textId="77777777">
        <w:tc>
          <w:tcPr>
            <w:tcW w:w="5103" w:type="dxa"/>
          </w:tcPr>
          <w:p w:rsidRPr="00DD112C" w:rsidR="0085747A" w:rsidP="009C54AE" w:rsidRDefault="0085747A" w14:paraId="05945E3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Pr="00260E45" w:rsidR="0085747A" w:rsidP="00DD112C" w:rsidRDefault="00C73A3B" w14:paraId="27EE8BC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P="009C54AE" w:rsidRDefault="00923D7D" w14:paraId="0D77548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D112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DD112C" w:rsidR="00260E45" w:rsidP="009C54AE" w:rsidRDefault="00260E45" w14:paraId="35F31EE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FF60FB" w:rsidR="0085747A" w:rsidP="009C54AE" w:rsidRDefault="0071620A" w14:paraId="4AF66069" w14:textId="784369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Pr="00FF60FB" w:rsidR="0085747A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50"/>
        <w:gridCol w:w="3904"/>
      </w:tblGrid>
      <w:tr w:rsidRPr="00DD112C" w:rsidR="0085747A" w:rsidTr="00097706" w14:paraId="56271C56" w14:textId="77777777">
        <w:trPr>
          <w:trHeight w:val="397"/>
        </w:trPr>
        <w:tc>
          <w:tcPr>
            <w:tcW w:w="3019" w:type="pct"/>
          </w:tcPr>
          <w:p w:rsidRPr="00DD112C" w:rsidR="0085747A" w:rsidP="009C54AE" w:rsidRDefault="0085747A" w14:paraId="68DD6E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:rsidRPr="00DD112C" w:rsidR="0085747A" w:rsidP="00097706" w:rsidRDefault="00260E45" w14:paraId="11ED42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DD112C" w:rsidR="0085747A" w:rsidTr="00097706" w14:paraId="538FE560" w14:textId="77777777">
        <w:trPr>
          <w:trHeight w:val="397"/>
        </w:trPr>
        <w:tc>
          <w:tcPr>
            <w:tcW w:w="3019" w:type="pct"/>
          </w:tcPr>
          <w:p w:rsidRPr="00DD112C" w:rsidR="0085747A" w:rsidP="009C54AE" w:rsidRDefault="0085747A" w14:paraId="357705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1" w:type="pct"/>
          </w:tcPr>
          <w:p w:rsidRPr="00DD112C" w:rsidR="0085747A" w:rsidP="00097706" w:rsidRDefault="00260E45" w14:paraId="32286A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DD112C" w:rsidR="00FC7611" w:rsidP="00FC7611" w:rsidRDefault="00FC7611" w14:paraId="525F7ED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F60FB" w:rsidR="00FC7611" w:rsidP="00FC7611" w:rsidRDefault="00FC7611" w14:paraId="3493198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363E1B" w:rsidR="00FC7611" w:rsidTr="00097706" w14:paraId="2DEC5290" w14:textId="77777777">
        <w:trPr>
          <w:trHeight w:val="1549"/>
        </w:trPr>
        <w:tc>
          <w:tcPr>
            <w:tcW w:w="5000" w:type="pct"/>
            <w:vAlign w:val="center"/>
          </w:tcPr>
          <w:p w:rsidRPr="00363E1B" w:rsidR="00FC7611" w:rsidP="002B60E1" w:rsidRDefault="00FC7611" w14:paraId="0A4785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podstawowa: </w:t>
            </w:r>
          </w:p>
          <w:p w:rsidRPr="000D436E" w:rsidR="00FC7611" w:rsidP="00FC7611" w:rsidRDefault="00FC7611" w14:paraId="74DA169B" w14:textId="7777777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</w:pPr>
            <w:r w:rsidRPr="000D436E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Dyczkowska J., Oczachowska A., Oczachowski D. Marketing usług: podstawy teoretyczne. Wydawnictwo Uczelniane Politechniki Koszalińskiej, Koszalin, 2016.</w:t>
            </w:r>
          </w:p>
          <w:p w:rsidRPr="00363E1B" w:rsidR="00FC7611" w:rsidP="00097706" w:rsidRDefault="00FC7611" w14:paraId="0122C500" w14:textId="4D446D3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 w:hanging="283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D436E">
              <w:rPr>
                <w:rFonts w:ascii="Corbel" w:hAnsi="Corbel"/>
                <w:sz w:val="24"/>
                <w:szCs w:val="24"/>
              </w:rPr>
              <w:t>Czubała A. Marketing usług. Oficyna Wolters Kluwer business, Warszawa, 2012.</w:t>
            </w:r>
          </w:p>
        </w:tc>
      </w:tr>
      <w:tr w:rsidRPr="00363E1B" w:rsidR="00FC7611" w:rsidTr="00097706" w14:paraId="04CB606F" w14:textId="77777777">
        <w:trPr>
          <w:trHeight w:val="1449"/>
        </w:trPr>
        <w:tc>
          <w:tcPr>
            <w:tcW w:w="5000" w:type="pct"/>
            <w:vAlign w:val="center"/>
          </w:tcPr>
          <w:p w:rsidRPr="00363E1B" w:rsidR="00FC7611" w:rsidP="002B60E1" w:rsidRDefault="00FC7611" w14:paraId="5E2835A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E1B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Pr="00363E1B" w:rsidR="00FC7611" w:rsidP="002B60E1" w:rsidRDefault="00FC7611" w14:paraId="47A0319C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t>Bukowska-Piestrzyńska A. Marketing usług zdrowotnych: od budowania wizerunku placówki do zadowolenia klientów. Wyd. CeDeWu, Warszawa, 2017.</w:t>
            </w:r>
          </w:p>
          <w:p w:rsidRPr="00363E1B" w:rsidR="00FC7611" w:rsidP="00097706" w:rsidRDefault="00FC7611" w14:paraId="675D63D2" w14:textId="37814AD2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t>Rosa. G. Konsument na rynku usług Wydawnictwo C. H. Beck, Warszawa, 2015.</w:t>
            </w:r>
          </w:p>
        </w:tc>
      </w:tr>
    </w:tbl>
    <w:p w:rsidRPr="00DD112C" w:rsidR="00FC7611" w:rsidP="00FC7611" w:rsidRDefault="00FC7611" w14:paraId="093F407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D112C" w:rsidR="0085747A" w:rsidP="009C54AE" w:rsidRDefault="0085747A" w14:paraId="5A97F8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D112C" w:rsidR="0085747A" w:rsidP="00F83B28" w:rsidRDefault="0085747A" w14:paraId="132FE04F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D112C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5E9E" w:rsidP="00C16ABF" w:rsidRDefault="00F25E9E" w14:paraId="7ED31D5D" w14:textId="77777777">
      <w:pPr>
        <w:spacing w:after="0" w:line="240" w:lineRule="auto"/>
      </w:pPr>
      <w:r>
        <w:separator/>
      </w:r>
    </w:p>
  </w:endnote>
  <w:endnote w:type="continuationSeparator" w:id="0">
    <w:p w:rsidR="00F25E9E" w:rsidP="00C16ABF" w:rsidRDefault="00F25E9E" w14:paraId="059ABF5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5E9E" w:rsidP="00C16ABF" w:rsidRDefault="00F25E9E" w14:paraId="23DA45A3" w14:textId="77777777">
      <w:pPr>
        <w:spacing w:after="0" w:line="240" w:lineRule="auto"/>
      </w:pPr>
      <w:r>
        <w:separator/>
      </w:r>
    </w:p>
  </w:footnote>
  <w:footnote w:type="continuationSeparator" w:id="0">
    <w:p w:rsidR="00F25E9E" w:rsidP="00C16ABF" w:rsidRDefault="00F25E9E" w14:paraId="4535D11D" w14:textId="77777777">
      <w:pPr>
        <w:spacing w:after="0" w:line="240" w:lineRule="auto"/>
      </w:pPr>
      <w:r>
        <w:continuationSeparator/>
      </w:r>
    </w:p>
  </w:footnote>
  <w:footnote w:id="1">
    <w:p w:rsidR="006F1FB9" w:rsidP="006F1FB9" w:rsidRDefault="006F1FB9" w14:paraId="6B4E0D4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E20957"/>
    <w:multiLevelType w:val="hybridMultilevel"/>
    <w:tmpl w:val="035679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EC5883"/>
    <w:multiLevelType w:val="hybridMultilevel"/>
    <w:tmpl w:val="2D64A7EC"/>
    <w:lvl w:ilvl="0" w:tplc="23D4DC84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F7245"/>
    <w:multiLevelType w:val="hybridMultilevel"/>
    <w:tmpl w:val="4704E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B17"/>
    <w:rsid w:val="00015B8F"/>
    <w:rsid w:val="00021D86"/>
    <w:rsid w:val="00022ECE"/>
    <w:rsid w:val="00042A51"/>
    <w:rsid w:val="00042D2E"/>
    <w:rsid w:val="00044C82"/>
    <w:rsid w:val="00070ED6"/>
    <w:rsid w:val="000742DC"/>
    <w:rsid w:val="00076F94"/>
    <w:rsid w:val="00084C12"/>
    <w:rsid w:val="0009462C"/>
    <w:rsid w:val="00094B12"/>
    <w:rsid w:val="00096C46"/>
    <w:rsid w:val="00097706"/>
    <w:rsid w:val="000A296F"/>
    <w:rsid w:val="000A2A28"/>
    <w:rsid w:val="000A455A"/>
    <w:rsid w:val="000B1458"/>
    <w:rsid w:val="000B192D"/>
    <w:rsid w:val="000B28EE"/>
    <w:rsid w:val="000B3E37"/>
    <w:rsid w:val="000B5F60"/>
    <w:rsid w:val="000C29E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5CAA"/>
    <w:rsid w:val="001A70D2"/>
    <w:rsid w:val="001D657B"/>
    <w:rsid w:val="001D7B54"/>
    <w:rsid w:val="001E0209"/>
    <w:rsid w:val="001F2CA2"/>
    <w:rsid w:val="002144C0"/>
    <w:rsid w:val="0022477D"/>
    <w:rsid w:val="00227DDC"/>
    <w:rsid w:val="002336F9"/>
    <w:rsid w:val="0024028F"/>
    <w:rsid w:val="00244ABC"/>
    <w:rsid w:val="00260E4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669AD"/>
    <w:rsid w:val="003A0A5B"/>
    <w:rsid w:val="003A1176"/>
    <w:rsid w:val="003A5033"/>
    <w:rsid w:val="003C0BAE"/>
    <w:rsid w:val="003D18A9"/>
    <w:rsid w:val="003D6CE2"/>
    <w:rsid w:val="003E1941"/>
    <w:rsid w:val="003E2FE6"/>
    <w:rsid w:val="003E3C68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1421"/>
    <w:rsid w:val="004717D9"/>
    <w:rsid w:val="0047598D"/>
    <w:rsid w:val="004840FD"/>
    <w:rsid w:val="00490F7D"/>
    <w:rsid w:val="00491678"/>
    <w:rsid w:val="004968E2"/>
    <w:rsid w:val="004A3EEA"/>
    <w:rsid w:val="004A4D1F"/>
    <w:rsid w:val="004B6BB4"/>
    <w:rsid w:val="004D00DD"/>
    <w:rsid w:val="004D5282"/>
    <w:rsid w:val="004E39A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C080F"/>
    <w:rsid w:val="005C55E5"/>
    <w:rsid w:val="005C696A"/>
    <w:rsid w:val="005D3CA7"/>
    <w:rsid w:val="005E6E85"/>
    <w:rsid w:val="005F31D2"/>
    <w:rsid w:val="0061029B"/>
    <w:rsid w:val="00617230"/>
    <w:rsid w:val="00621CE1"/>
    <w:rsid w:val="006230FB"/>
    <w:rsid w:val="00642802"/>
    <w:rsid w:val="00647FA8"/>
    <w:rsid w:val="006620D9"/>
    <w:rsid w:val="00671958"/>
    <w:rsid w:val="00675843"/>
    <w:rsid w:val="00696477"/>
    <w:rsid w:val="006B38C7"/>
    <w:rsid w:val="006B46E7"/>
    <w:rsid w:val="006D050F"/>
    <w:rsid w:val="006D6139"/>
    <w:rsid w:val="006E5D65"/>
    <w:rsid w:val="006F1282"/>
    <w:rsid w:val="006F1FB9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2788"/>
    <w:rsid w:val="007D6E56"/>
    <w:rsid w:val="007F4155"/>
    <w:rsid w:val="00802F9E"/>
    <w:rsid w:val="008163C8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16F7"/>
    <w:rsid w:val="009E3B41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7041"/>
    <w:rsid w:val="00A97DE1"/>
    <w:rsid w:val="00AB053C"/>
    <w:rsid w:val="00AB106E"/>
    <w:rsid w:val="00AB157D"/>
    <w:rsid w:val="00AC6AA7"/>
    <w:rsid w:val="00AD1146"/>
    <w:rsid w:val="00AD27D3"/>
    <w:rsid w:val="00AD4CE0"/>
    <w:rsid w:val="00AD66D6"/>
    <w:rsid w:val="00AE1160"/>
    <w:rsid w:val="00AE203C"/>
    <w:rsid w:val="00AE2E74"/>
    <w:rsid w:val="00AE5FCB"/>
    <w:rsid w:val="00AF2C1E"/>
    <w:rsid w:val="00B06142"/>
    <w:rsid w:val="00B135B1"/>
    <w:rsid w:val="00B26AE9"/>
    <w:rsid w:val="00B3130B"/>
    <w:rsid w:val="00B40ADB"/>
    <w:rsid w:val="00B43B77"/>
    <w:rsid w:val="00B43E80"/>
    <w:rsid w:val="00B541E8"/>
    <w:rsid w:val="00B607DB"/>
    <w:rsid w:val="00B64A17"/>
    <w:rsid w:val="00B66529"/>
    <w:rsid w:val="00B75946"/>
    <w:rsid w:val="00B8056E"/>
    <w:rsid w:val="00B819C8"/>
    <w:rsid w:val="00B82308"/>
    <w:rsid w:val="00BB520A"/>
    <w:rsid w:val="00BD3869"/>
    <w:rsid w:val="00BD66E9"/>
    <w:rsid w:val="00BE641C"/>
    <w:rsid w:val="00BF2C41"/>
    <w:rsid w:val="00C058B4"/>
    <w:rsid w:val="00C131B5"/>
    <w:rsid w:val="00C16ABF"/>
    <w:rsid w:val="00C170AE"/>
    <w:rsid w:val="00C2314D"/>
    <w:rsid w:val="00C26CB7"/>
    <w:rsid w:val="00C324C1"/>
    <w:rsid w:val="00C36992"/>
    <w:rsid w:val="00C56036"/>
    <w:rsid w:val="00C61DC5"/>
    <w:rsid w:val="00C67E92"/>
    <w:rsid w:val="00C70A26"/>
    <w:rsid w:val="00C73A3B"/>
    <w:rsid w:val="00C766DF"/>
    <w:rsid w:val="00C80516"/>
    <w:rsid w:val="00C83BC8"/>
    <w:rsid w:val="00C94B98"/>
    <w:rsid w:val="00C9673C"/>
    <w:rsid w:val="00CA2B96"/>
    <w:rsid w:val="00CA5089"/>
    <w:rsid w:val="00CC390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3248"/>
    <w:rsid w:val="00D74119"/>
    <w:rsid w:val="00D8075B"/>
    <w:rsid w:val="00D8678B"/>
    <w:rsid w:val="00DA2114"/>
    <w:rsid w:val="00DD112C"/>
    <w:rsid w:val="00DE09C0"/>
    <w:rsid w:val="00DF320D"/>
    <w:rsid w:val="00DF605A"/>
    <w:rsid w:val="00DF71C8"/>
    <w:rsid w:val="00E129B8"/>
    <w:rsid w:val="00E146A4"/>
    <w:rsid w:val="00E171BC"/>
    <w:rsid w:val="00E21E7D"/>
    <w:rsid w:val="00E22FBC"/>
    <w:rsid w:val="00E24BF5"/>
    <w:rsid w:val="00E25338"/>
    <w:rsid w:val="00E402C4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5E9E"/>
    <w:rsid w:val="00F27A7B"/>
    <w:rsid w:val="00F45C5D"/>
    <w:rsid w:val="00F526AF"/>
    <w:rsid w:val="00F617C3"/>
    <w:rsid w:val="00F7066B"/>
    <w:rsid w:val="00F72EAF"/>
    <w:rsid w:val="00F7600C"/>
    <w:rsid w:val="00F83B28"/>
    <w:rsid w:val="00F92DC9"/>
    <w:rsid w:val="00FB7DBA"/>
    <w:rsid w:val="00FC1C25"/>
    <w:rsid w:val="00FC3F45"/>
    <w:rsid w:val="00FC7611"/>
    <w:rsid w:val="00FD503F"/>
    <w:rsid w:val="00FD7589"/>
    <w:rsid w:val="00FE6100"/>
    <w:rsid w:val="00FF016A"/>
    <w:rsid w:val="00FF1401"/>
    <w:rsid w:val="00FF292A"/>
    <w:rsid w:val="00FF5E7D"/>
    <w:rsid w:val="00FF60FB"/>
    <w:rsid w:val="3D410A04"/>
    <w:rsid w:val="69FEF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DB1E"/>
  <w15:docId w15:val="{F4005C59-38A0-493A-A076-9E9C649D40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/>
      <w:b/>
      <w:sz w:val="24"/>
      <w:szCs w:val="20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eksttreci" w:customStyle="1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styleId="Teksttreci0" w:customStyle="1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</w:rPr>
  </w:style>
  <w:style w:type="character" w:styleId="Nagwek1Znak" w:customStyle="1">
    <w:name w:val="Nagłówek 1 Znak"/>
    <w:link w:val="Nagwek1"/>
    <w:rsid w:val="00260E45"/>
    <w:rPr>
      <w:rFonts w:eastAsia="Times New Roman"/>
      <w:b/>
      <w:sz w:val="24"/>
    </w:rPr>
  </w:style>
  <w:style w:type="paragraph" w:styleId="paragraph" w:customStyle="1">
    <w:name w:val="paragraph"/>
    <w:basedOn w:val="Normalny"/>
    <w:rsid w:val="00E171B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E171BC"/>
  </w:style>
  <w:style w:type="character" w:styleId="spellingerror" w:customStyle="1">
    <w:name w:val="spellingerror"/>
    <w:basedOn w:val="Domylnaczcionkaakapitu"/>
    <w:rsid w:val="00E171BC"/>
  </w:style>
  <w:style w:type="character" w:styleId="eop" w:customStyle="1">
    <w:name w:val="eop"/>
    <w:basedOn w:val="Domylnaczcionkaakapitu"/>
    <w:rsid w:val="00E17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1003C-0BC4-4937-8D17-B60798142A5F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873b851-8c95-4849-940f-b0fae918cf6e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B7F633B-AFF5-4E32-85E4-6BA75BCB8E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A14CE1-0AE7-4252-9D19-58A3DE2EF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9DAB-1643-4E3E-9959-BEAE20C4B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Kawa Marta</lastModifiedBy>
  <revision>16</revision>
  <lastPrinted>2018-02-09T07:16:00.0000000Z</lastPrinted>
  <dcterms:created xsi:type="dcterms:W3CDTF">2020-05-20T16:27:00.0000000Z</dcterms:created>
  <dcterms:modified xsi:type="dcterms:W3CDTF">2020-12-11T20:14:27.4834789Z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